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281455DC" w:rsidR="005C6DCE" w:rsidRPr="0080358B" w:rsidRDefault="00CB214F"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CB214F"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4A709F33" w:rsidR="006938F5" w:rsidRDefault="00CB214F" w:rsidP="006718D3">
            <w:pPr>
              <w:spacing w:after="0"/>
              <w:jc w:val="left"/>
            </w:pPr>
            <w:r>
              <w:t>ENV.D.1</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3421EF8E" w:rsidR="006938F5" w:rsidRDefault="00CB214F" w:rsidP="006718D3">
            <w:pPr>
              <w:spacing w:after="0"/>
              <w:jc w:val="left"/>
            </w:pPr>
            <w:r>
              <w:t>80595</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53F3F19B" w:rsidR="4EEB584D" w:rsidRDefault="00CB214F"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260DCFCC" w:rsidR="006938F5" w:rsidRDefault="00CB214F"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6A847B7F" w:rsidR="3C2D33B5" w:rsidRDefault="00CB214F" w:rsidP="14270372">
            <w:pPr>
              <w:spacing w:after="0"/>
              <w:jc w:val="left"/>
            </w:pPr>
            <w:r>
              <w:t>Brussels</w:t>
            </w:r>
          </w:p>
          <w:p w14:paraId="6B7C1AA9" w14:textId="20668025" w:rsidR="3C2D33B5" w:rsidRDefault="00CB214F" w:rsidP="14270372">
            <w:pPr>
              <w:spacing w:after="0"/>
              <w:jc w:val="left"/>
            </w:pPr>
            <w:r>
              <w:t>Bruxelles</w:t>
            </w:r>
          </w:p>
          <w:p w14:paraId="5C918E8F" w14:textId="4599F10A" w:rsidR="3C2D33B5" w:rsidRDefault="00CB214F"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6B8FA3FC" w:rsidR="006938F5" w:rsidRDefault="00CB214F" w:rsidP="006718D3">
            <w:pPr>
              <w:spacing w:after="0"/>
              <w:jc w:val="left"/>
            </w:pPr>
            <w:r>
              <w:t>Cost-free</w:t>
            </w:r>
          </w:p>
          <w:p w14:paraId="02E31856" w14:textId="2CB83D3C" w:rsidR="006938F5" w:rsidRDefault="00CB214F" w:rsidP="006718D3">
            <w:pPr>
              <w:spacing w:after="0"/>
              <w:jc w:val="left"/>
            </w:pPr>
            <w:r>
              <w:t>Sans frais</w:t>
            </w:r>
          </w:p>
          <w:p w14:paraId="720FD450" w14:textId="50DDEADB" w:rsidR="006938F5" w:rsidRDefault="00CB214F" w:rsidP="006718D3">
            <w:pPr>
              <w:spacing w:after="0"/>
              <w:jc w:val="left"/>
            </w:pPr>
            <w: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1E1292E2" w:rsidR="006938F5" w:rsidRDefault="00CB214F" w:rsidP="006718D3">
            <w:pPr>
              <w:spacing w:after="0"/>
              <w:jc w:val="left"/>
            </w:pPr>
            <w:r>
              <w:t>Member States</w:t>
            </w:r>
          </w:p>
          <w:p w14:paraId="2A7DF233" w14:textId="2F0511D8" w:rsidR="006938F5" w:rsidRDefault="00CB214F" w:rsidP="006718D3">
            <w:pPr>
              <w:spacing w:after="0"/>
              <w:jc w:val="left"/>
            </w:pPr>
            <w:r>
              <w:t>États membres</w:t>
            </w:r>
          </w:p>
          <w:p w14:paraId="13C75E2E" w14:textId="077763B9" w:rsidR="006938F5" w:rsidRDefault="00CB214F"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3AA584E1" w:rsidR="006938F5" w:rsidRDefault="00CB214F" w:rsidP="006718D3">
            <w:pPr>
              <w:spacing w:after="0"/>
              <w:jc w:val="left"/>
            </w:pPr>
            <w:r>
              <w:t>27/04/2026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2A1A3C37" w:rsidR="00A95A44" w:rsidRPr="00E61551" w:rsidRDefault="00CB214F"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34F459DA" w:rsidR="00A95A44" w:rsidRDefault="00CB214F" w:rsidP="003C1977">
      <w:pPr>
        <w:spacing w:after="0"/>
      </w:pPr>
      <w:r>
        <w:t>The mission of DG Environment is to enable Union citizens to live well, within the ecological limits of the planet, based on innovative circular economy, prudent use of resources and a zero pollution approach, in which biodiversity and ecosystems are protected and restored and thus contribute to strengthening the resilience of our society and its adaptation to climate change. The DG is responsible for numerous policy and legislative initiatives within the framework of the European Green Deal. Within DG Environment, Directorate D “Biodiversity” aims to conserve, restore and strengthen the EU’s natural capital, particularly in the areas of nature and biodiversity, land and soil, and agriculture. Unit D.1. “Land use and management” works in particular on the implementation of the new Soil Monitoring Law, the implementation of the Nitrates Directive in order to prevent water pollution caused by agriculture, nutrient cycling, protection and sustainable use of soils and forests, as well as the integration of environmental concerns into EU agricultural policy.</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4FA38409" w14:textId="0D40EE12" w:rsidR="00A95A44" w:rsidRDefault="00CB214F" w:rsidP="003C1977">
      <w:pPr>
        <w:spacing w:after="0"/>
      </w:pPr>
      <w:r>
        <w:t>We are offering a position for an expert from a national administration to join the Soil team, a small, experienced, friendly and highly motivated team, working on the implementation of the new Directive on Soil Monitoring and Resilience (Soil Monitoring Law SML)) and the EU Soil Strategy for 2030. The specific tasks for this post relate to the preparation of various implementing and delegated acts and guidance documents to set in motion good transposition and implementation of the directive in the Member States, inter alia, establishing national governance systems, soil monitoring frameworks, and laying down specific methodologies. The position offers varied, technical and policy work, and multiple interactions with colleagues in the unit and within the DG Environment (water, air, biodiversity units) and in other DGs (DG AGRI, DG SANTE, DG GROW, DG RTD, JRC) and the European Environment Agency. It also involves regular and close contacts with the authorities of the Member States, within and outside the framework of the Soil Committee, as well as with stakeholders from various industrial sectors and those concerned by environmental protection.</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DE8C532" w14:textId="5CB2A6EC" w:rsidR="00A95A44" w:rsidRDefault="00CB214F" w:rsidP="00527473">
      <w:pPr>
        <w:spacing w:after="0"/>
        <w:jc w:val="left"/>
      </w:pPr>
      <w:r>
        <w:t>We are looking for a dynamic and motivated colleague with experience at national or regional level in soil protection, particularly on the aspects of soil health monitoring and assessment, effects of soil management practices on soil health, land take and soil sealing monitoring, land use planning, management of contaminated sites. Participation in the legislative process for the adoption of the Soil Monitoring Law is an asset. All candidates must enjoy working in a team, have good analytical skills with an eye for detail, as well as good oral and written communication skills in English. Knowledge of any other EU language is an asset.</w:t>
      </w:r>
    </w:p>
    <w:p w14:paraId="35E1D154" w14:textId="77777777" w:rsidR="00A95A44" w:rsidRDefault="00A95A44" w:rsidP="00A95A44">
      <w:pPr>
        <w:spacing w:after="0"/>
        <w:jc w:val="left"/>
      </w:pPr>
      <w:r>
        <w:lastRenderedPageBreak/>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43F3E329" w:rsidR="0017274D" w:rsidRPr="008250D4" w:rsidRDefault="00CB214F"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591256E8" w:rsidR="00A95A44" w:rsidRPr="00E61551" w:rsidRDefault="00CB214F" w:rsidP="00527473">
      <w:pPr>
        <w:spacing w:after="0"/>
        <w:rPr>
          <w:lang w:val="de-DE"/>
        </w:rPr>
      </w:pPr>
      <w:r>
        <w:rPr>
          <w:lang w:val="de-DE"/>
        </w:rPr>
        <w:t>La DG Environnement a pour mission de permettre aux citoyens de l’Union de vivre bien, dans les limites écologiques de la planète, sur la base d’une économie circulaire innovante, d’une utilisation prudente des ressources et d’une approche «zéro pollution», dans le cadre de laquelle la biodiversité et les écosystèmes sont protégés et restaurés et contribuent ainsi à renforcer la résilience de notre société et son adaptation au changement climatique. La DG est responsable de nombreuses initiatives politiques et législatives dans le cadre du pacte vert pour l’Europe. Au sein de la DG Environnement, la direction D «Biodiversité» vise à préserver, restaurer et renforcer le capital naturel de l’UE, en particulier dans les domaines de la nature et de la biodiversité, des terres et des sols, ainsi que de l’agriculture. L’unité D.1: «L’utilisation et la gestion des terres» travaille en particulier à la mise en œuvre de la nouvelle directive sur la surveillance des sols, à la mise en œuvre de la directive sur les nitrates afin de prévenir la pollution de l’eau causée par l’agriculture, au cycle des nutriments, à la protection et à l’utilisation durable des sols et des forêts, ainsi qu’à l’intégration des préoccupations environnementales dans la politique agricole de l’UE.</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59404C02" w14:textId="075C5DE4" w:rsidR="00A95A44" w:rsidRPr="00E61551" w:rsidRDefault="00CB214F" w:rsidP="00527473">
      <w:pPr>
        <w:spacing w:after="0"/>
        <w:jc w:val="left"/>
        <w:rPr>
          <w:lang w:val="de-DE"/>
        </w:rPr>
      </w:pPr>
      <w:r>
        <w:rPr>
          <w:lang w:val="de-DE"/>
        </w:rPr>
        <w:t>Nous proposons un poste d’expert d’une administration nationale pour rejoindre l’équipe des sols, une petite équipe expérimentée, conviviale et très motivée, travaillant sur la mise en œuvre de la nouvelle directive sur la surveillance et la résilience des sols (directive sur la surveillance des sols) et la stratégie de l’UE pour la protection des sols à l’horizon 2030. Les tâches spécifiques pour ce poste concernent la préparation de divers actes d’exécution et actes délégués et documents d’orientation afin de lancer une bonne transposition et mise en œuvre de la directive dans les États membres, notamment en établissant des systèmes nationaux de gouvernance, des cadres de surveillance des sols et des méthodologies spécifiques. Le poste propose des taches variées, techniques et politiques, ainsi que de multiples interactions avec les collègues de l’unité et au sein de la DG Environnement (unités eau, air, biodiversité) et d’autres DG (DG AGRI, DG SANTE, DG GROW, DG RTD, JRC) et de l’Agence européenne pour l’environnement. Il implique également des contacts réguliers et étroits avec les autorités des États membres, au sein et en dehors du cadre du comité des sols, ainsi qu’avec les parties prenantes de divers secteurs industriels et les acteurs concernés par la protection de l’environnement.</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B92B82C" w14:textId="3DEF540A" w:rsidR="00A95A44" w:rsidRPr="00E61551" w:rsidRDefault="00CB214F" w:rsidP="00527473">
      <w:pPr>
        <w:spacing w:after="0"/>
        <w:rPr>
          <w:lang w:val="de-DE"/>
        </w:rPr>
      </w:pPr>
      <w:r>
        <w:rPr>
          <w:lang w:val="de-DE"/>
        </w:rPr>
        <w:t>Nous recherchons un/une collègue dynamique et motivé(e) possédant une expérience au niveau national ou régional en matière de protection des sols, notamment en ce qui concerne les aspects de la surveillance et de l’évaluation de la santé des sols, les effets des pratiques de gestion des sols sur la santé des sols, la surveillance de l’artificialisation et de l’imperméabilisation des sols, l’aménagement du territoire et la gestion des sites contaminés. La participation au processus législatif d’adoption de la directive sur la surveillance des sols est un atout. Tous les candidats doivent apprecier travailler en équipe, avoir de bonnes capacités d’analyse avec un souci du détail, ainsi que de bonnes capacités de communication orale et écrite en anglais. La connaissance de toute autre langue de l’UE est un atout.</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07C66B42" w:rsidR="0017274D" w:rsidRPr="00E61551" w:rsidRDefault="00CB214F"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2B6785AE" w14:textId="32B7F620" w:rsidR="00A95A44" w:rsidRDefault="00CB214F" w:rsidP="00527473">
      <w:pPr>
        <w:spacing w:after="0"/>
        <w:rPr>
          <w:lang w:val="de-DE"/>
        </w:rPr>
      </w:pPr>
      <w:r>
        <w:rPr>
          <w:lang w:val="de-DE"/>
        </w:rPr>
        <w:t>Aufgabe der GD Umwelt ist es, die Bürgerinnen und Bürger der Union in die Lage zu versetzen, innerhalb der ökologischen Grenzen unseres Planeten gut zu leben, und zwar auf der Grundlage einer innovativen Kreislaufwirtschaft, einer umsichtigen Ressourcennutzung und eines Null-Schadstoff-Ansatzes, bei dem die Biodiversität und die Ökosysteme geschützt und wiederhergestellt werden, und somit zur Stärkung der Resilienz unserer Gesellschaft und ihrer Anpassung an den Klimawandel beizutragen. Die GD ist für zahlreiche politische und legislative Initiativen im Rahmen des European Green Deals zuständig. Innerhalb der GD Umwelt zielt die Direktion D „Biodiversität“ darauf ab, das Naturkapital der EU zu erhalten, wiederherzustellen und zu stärken, insbesondere in den Bereichen Natur und Biodiversität, Land und Boden sowie in der Landwirtschaft. Das Referat D.1. „Landnutzung und Landbewirtschaftung“ arbeitet insbesondere an der Umsetzung des neuen Bodenüberwachungsgesetzes wird undder Umsetzung der Nitratrichtlinie zur Vermeidung von Wasserverschmutzung durch die Landwirtschaft und Förderung von Nährstoffkreisläufen. Darüber hinaus arbeitet das Referat amSchutz und der nachhaltigen Nutzung von Böden und Wäldern sowie der Einbeziehung von Umweltbelangen in die EU-Agrarpolitik.</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2BE34DBA" w14:textId="372CDFEA" w:rsidR="00A95A44" w:rsidRPr="00A95A44" w:rsidRDefault="00CB214F" w:rsidP="00527473">
      <w:pPr>
        <w:spacing w:after="0"/>
        <w:rPr>
          <w:lang w:val="de-DE"/>
        </w:rPr>
      </w:pPr>
      <w:r>
        <w:rPr>
          <w:lang w:val="de-DE"/>
        </w:rPr>
        <w:t>Wir bieten eine Stelle für einen Experten oder eine Expertin aus einer nationalen Verwaltung an, der sich dem Bodenteam anschließt, einem kleinen, erfahrenen, offenen und hochmotivierten Team, das an der Umsetzung der neuen Richtlinie über Bodenüberwachung und -resilienz (Bodenüberwachungsgesetz SML) und der EU-Bodenstrategie für 2030 arbeitet. Die spezifischen Aufgaben für diesen Posten beziehen sich auf die Ausarbeitung verschiedener Durchführungsrechtsakte und delegierter Rechtsakte sowie Leitlinien, um eine ordnungsgemäße Umsetzung der Richtlinie in den Mitgliedstaaten zu Kandidat:innen, unter anderem durch die Einrichtung nationaler Governance-Systeme, Bodenüberwachungsrahmen und die Festlegung spezifischer Methoden. Die Position bietet eine abwechslungsreiche, technische und politische Arbeit sowie vielfältige Interaktionen mit Kolleginnen und Kollegen im Referat, innerhalb der GD Umwelt (Referate Wasser, Luft, Biodiversität), in anderen Generaldirektionen (GD AGRI, GD SANTE, GD GROW, GD RTD, JRC) und der Europäischen Umweltagentur. Dazu gehören auch regelmäßige und enge Kontakte mit den Behörden der Mitgliedstaaten innerhalb und außerhalb des Kontexts des Bodenausschusses sowie mit Interessenvertreter:innen aus verschiedenen Industriezweigen und den vom Umweltschutz betroffenen Akteuren.</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DFF067A" w14:textId="0216F9C8" w:rsidR="00792E59" w:rsidRPr="00A10C67" w:rsidRDefault="00CB214F" w:rsidP="00527473">
      <w:pPr>
        <w:spacing w:after="0"/>
        <w:rPr>
          <w:lang w:val="en-US"/>
        </w:rPr>
      </w:pPr>
      <w:r>
        <w:rPr>
          <w:lang w:val="en-US"/>
        </w:rPr>
        <w:t>Wir suchen eine:n dynamische:n und motivierte:n Kolleg:in mit Erfahrung im Bodenschutz auf nationaler oder regionaler Ebene, insbesondere in den Bereichen Bodengesundheitsüberwachung und -bewertung, Auswirkungen von Bodenbewirtschaftungspraktiken auf die Bodengesundheit, Bodennutzungs- und Bodenversiegelungsüberwachung, Flächennutzungsplanung und Bewirtschaftung kontaminierter Standorte. Eine Beteiligung oder Arbeit am Gesetzgebungsverfahren für das Bodenüberwachungsgesetz ist von Vorteil. Alle Kandidat:innn müssen Spaß an der Arbeit im Team haben, gute analytische Fähigkeiten mit einem Auge für Details sowie gute mündliche und schriftliche Kommunikationsfähigkeiten in Englisch mitbringen. Kenntnisse in jeder anderen EU-Sprache sind von Vorteil.</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CB214F"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CB214F"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CB214F"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CB214F"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CB214F"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CB214F"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CB214F"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CB214F"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CB214F"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CB214F"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C26BF"/>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214F"/>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1FE3A4E9-ED05-4A70-9AF9-DA1E5DB3A5D4}"/>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3440</Words>
  <Characters>19613</Characters>
  <Application>Microsoft Office Word</Application>
  <DocSecurity>4</DocSecurity>
  <PresentationFormat>Microsoft Word 14.0</PresentationFormat>
  <Lines>163</Lines>
  <Paragraphs>46</Paragraphs>
  <ScaleCrop>true</ScaleCrop>
  <Company/>
  <LinksUpToDate>false</LinksUpToDate>
  <CharactersWithSpaces>23007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2026-02-11T14:13:00Z</dcterms:created>
  <dcterms:modified xsi:type="dcterms:W3CDTF">2026-02-11T14:13:00Z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